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2C823" w14:textId="77777777" w:rsidR="00A375E4" w:rsidRDefault="00A375E4" w:rsidP="008A272F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55"/>
        <w:gridCol w:w="425"/>
        <w:gridCol w:w="1440"/>
        <w:gridCol w:w="4080"/>
      </w:tblGrid>
      <w:tr w:rsidR="00A375E4" w14:paraId="766F831F" w14:textId="77777777">
        <w:trPr>
          <w:cantSplit/>
          <w:trHeight w:hRule="exact" w:val="513"/>
        </w:trPr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4E8B6" w14:textId="77777777" w:rsidR="00A375E4" w:rsidRDefault="00A375E4">
            <w:pPr>
              <w:ind w:left="64" w:right="64"/>
              <w:jc w:val="distribute"/>
              <w:rPr>
                <w:sz w:val="21"/>
              </w:rPr>
            </w:pPr>
            <w:r>
              <w:rPr>
                <w:rFonts w:hint="eastAsia"/>
                <w:sz w:val="28"/>
              </w:rPr>
              <w:t>株式会社 小野寺組 御中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09404" w14:textId="77777777" w:rsidR="00A375E4" w:rsidRDefault="00A375E4">
            <w:pPr>
              <w:ind w:left="64" w:right="64"/>
              <w:jc w:val="distribute"/>
              <w:rPr>
                <w:sz w:val="2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8B27B6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  <w:p w14:paraId="7E7F24D0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商号又は名称</w:t>
            </w:r>
          </w:p>
          <w:p w14:paraId="6EB44C80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代表者氏名</w:t>
            </w:r>
          </w:p>
        </w:tc>
        <w:tc>
          <w:tcPr>
            <w:tcW w:w="40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E7BDF8" w14:textId="77777777" w:rsidR="00A375E4" w:rsidRDefault="00A375E4">
            <w:pPr>
              <w:ind w:left="184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</w:t>
            </w:r>
          </w:p>
        </w:tc>
      </w:tr>
      <w:tr w:rsidR="00A375E4" w14:paraId="704ABC8B" w14:textId="77777777">
        <w:trPr>
          <w:cantSplit/>
          <w:trHeight w:hRule="exact" w:val="447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626A9" w14:textId="77777777" w:rsidR="00A375E4" w:rsidRDefault="00A375E4">
            <w:pPr>
              <w:ind w:left="64" w:right="64"/>
              <w:jc w:val="distribute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5F88A" w14:textId="77777777" w:rsidR="00A375E4" w:rsidRDefault="00A375E4">
            <w:pPr>
              <w:ind w:left="64" w:right="64"/>
              <w:jc w:val="distribute"/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C831F" w14:textId="77777777" w:rsidR="00A375E4" w:rsidRDefault="00A375E4"/>
        </w:tc>
        <w:tc>
          <w:tcPr>
            <w:tcW w:w="40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DF36EB" w14:textId="77777777" w:rsidR="00A375E4" w:rsidRDefault="00A375E4">
            <w:pPr>
              <w:pStyle w:val="a3"/>
              <w:tabs>
                <w:tab w:val="clear" w:pos="4252"/>
                <w:tab w:val="clear" w:pos="8504"/>
              </w:tabs>
              <w:snapToGrid/>
              <w:ind w:right="64"/>
              <w:jc w:val="right"/>
            </w:pPr>
          </w:p>
        </w:tc>
      </w:tr>
    </w:tbl>
    <w:p w14:paraId="7E302544" w14:textId="77777777" w:rsidR="00A375E4" w:rsidRDefault="00A375E4">
      <w:pPr>
        <w:spacing w:line="120" w:lineRule="exact"/>
        <w:ind w:left="142" w:right="284"/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0"/>
        <w:gridCol w:w="720"/>
        <w:gridCol w:w="1080"/>
        <w:gridCol w:w="960"/>
        <w:gridCol w:w="480"/>
        <w:gridCol w:w="249"/>
        <w:gridCol w:w="1071"/>
        <w:gridCol w:w="120"/>
        <w:gridCol w:w="480"/>
        <w:gridCol w:w="200"/>
        <w:gridCol w:w="200"/>
        <w:gridCol w:w="200"/>
        <w:gridCol w:w="200"/>
        <w:gridCol w:w="40"/>
        <w:gridCol w:w="160"/>
        <w:gridCol w:w="80"/>
        <w:gridCol w:w="120"/>
        <w:gridCol w:w="120"/>
        <w:gridCol w:w="80"/>
        <w:gridCol w:w="160"/>
        <w:gridCol w:w="40"/>
        <w:gridCol w:w="201"/>
        <w:gridCol w:w="200"/>
        <w:gridCol w:w="40"/>
        <w:gridCol w:w="160"/>
        <w:gridCol w:w="80"/>
        <w:gridCol w:w="120"/>
        <w:gridCol w:w="120"/>
        <w:gridCol w:w="240"/>
        <w:gridCol w:w="241"/>
        <w:gridCol w:w="240"/>
        <w:gridCol w:w="240"/>
        <w:gridCol w:w="240"/>
        <w:gridCol w:w="243"/>
      </w:tblGrid>
      <w:tr w:rsidR="00A375E4" w14:paraId="0764B357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tcBorders>
              <w:bottom w:val="nil"/>
            </w:tcBorders>
            <w:shd w:val="pct15" w:color="auto" w:fill="auto"/>
            <w:vAlign w:val="center"/>
          </w:tcPr>
          <w:p w14:paraId="18129CD0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参加区別</w:t>
            </w:r>
          </w:p>
        </w:tc>
        <w:tc>
          <w:tcPr>
            <w:tcW w:w="8405" w:type="dxa"/>
            <w:gridSpan w:val="32"/>
            <w:tcBorders>
              <w:bottom w:val="nil"/>
            </w:tcBorders>
            <w:vAlign w:val="center"/>
          </w:tcPr>
          <w:p w14:paraId="1D169BD3" w14:textId="77777777" w:rsidR="00A375E4" w:rsidRDefault="00A375E4">
            <w:pPr>
              <w:ind w:left="184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新 規（過去に取引  有 ・ 無 ）  ・  継 続</w:t>
            </w:r>
          </w:p>
        </w:tc>
      </w:tr>
      <w:tr w:rsidR="00A375E4" w14:paraId="14A94A85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3D40C13C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会社名</w:t>
            </w:r>
          </w:p>
        </w:tc>
        <w:tc>
          <w:tcPr>
            <w:tcW w:w="8405" w:type="dxa"/>
            <w:gridSpan w:val="3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41F036" w14:textId="77777777" w:rsidR="00A375E4" w:rsidRDefault="00A375E4">
            <w:pPr>
              <w:ind w:left="184"/>
              <w:jc w:val="left"/>
              <w:rPr>
                <w:sz w:val="21"/>
              </w:rPr>
            </w:pPr>
          </w:p>
        </w:tc>
      </w:tr>
      <w:tr w:rsidR="00A375E4" w14:paraId="6CAF63E4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3D9C9061" w14:textId="77777777" w:rsidR="00A375E4" w:rsidRDefault="00A375E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代表者名</w:t>
            </w:r>
          </w:p>
        </w:tc>
        <w:tc>
          <w:tcPr>
            <w:tcW w:w="8405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BBEB1" w14:textId="77777777" w:rsidR="00A375E4" w:rsidRDefault="00A375E4">
            <w:pPr>
              <w:ind w:left="184"/>
              <w:jc w:val="left"/>
              <w:rPr>
                <w:sz w:val="21"/>
              </w:rPr>
            </w:pPr>
          </w:p>
        </w:tc>
      </w:tr>
      <w:tr w:rsidR="0011105D" w14:paraId="20399D00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vMerge w:val="restart"/>
            <w:tcBorders>
              <w:top w:val="nil"/>
            </w:tcBorders>
            <w:shd w:val="pct15" w:color="auto" w:fill="auto"/>
            <w:vAlign w:val="center"/>
          </w:tcPr>
          <w:p w14:paraId="1F9808A2" w14:textId="77777777" w:rsidR="0011105D" w:rsidRDefault="0011105D" w:rsidP="00A14E2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営業所等</w:t>
            </w:r>
          </w:p>
        </w:tc>
        <w:tc>
          <w:tcPr>
            <w:tcW w:w="1080" w:type="dxa"/>
            <w:tcBorders>
              <w:top w:val="nil"/>
            </w:tcBorders>
            <w:shd w:val="pct15" w:color="auto" w:fill="auto"/>
            <w:vAlign w:val="center"/>
          </w:tcPr>
          <w:p w14:paraId="268FEA6C" w14:textId="77777777" w:rsidR="0011105D" w:rsidRDefault="0011105D" w:rsidP="00A14E2D">
            <w:pPr>
              <w:jc w:val="distribute"/>
              <w:rPr>
                <w:sz w:val="21"/>
              </w:rPr>
            </w:pPr>
            <w:r>
              <w:rPr>
                <w:rFonts w:hint="eastAsia"/>
                <w:snapToGrid w:val="0"/>
                <w:sz w:val="21"/>
              </w:rPr>
              <w:t>名称</w:t>
            </w:r>
          </w:p>
        </w:tc>
        <w:tc>
          <w:tcPr>
            <w:tcW w:w="3360" w:type="dxa"/>
            <w:gridSpan w:val="6"/>
            <w:tcBorders>
              <w:top w:val="nil"/>
            </w:tcBorders>
            <w:shd w:val="pct15" w:color="auto" w:fill="auto"/>
            <w:vAlign w:val="center"/>
          </w:tcPr>
          <w:p w14:paraId="7A20F438" w14:textId="77777777" w:rsidR="0011105D" w:rsidRDefault="0011105D" w:rsidP="00A14E2D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所在地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  <w:tc>
          <w:tcPr>
            <w:tcW w:w="2401" w:type="dxa"/>
            <w:gridSpan w:val="18"/>
            <w:tcBorders>
              <w:top w:val="nil"/>
              <w:bottom w:val="single" w:sz="4" w:space="0" w:color="auto"/>
            </w:tcBorders>
            <w:shd w:val="pct15" w:color="auto" w:fill="auto"/>
            <w:vAlign w:val="center"/>
          </w:tcPr>
          <w:p w14:paraId="5D45F104" w14:textId="77777777" w:rsidR="0011105D" w:rsidRDefault="0011105D" w:rsidP="00A14E2D">
            <w:pPr>
              <w:ind w:leftChars="-10" w:left="-24" w:rightChars="-40" w:right="-96"/>
              <w:jc w:val="center"/>
              <w:rPr>
                <w:sz w:val="21"/>
              </w:rPr>
            </w:pPr>
            <w:r w:rsidRPr="00897BC4">
              <w:rPr>
                <w:rFonts w:hint="eastAsia"/>
                <w:w w:val="90"/>
                <w:sz w:val="21"/>
              </w:rPr>
              <w:t>ＴＥＬ</w:t>
            </w:r>
            <w:r>
              <w:rPr>
                <w:rFonts w:hint="eastAsia"/>
                <w:w w:val="80"/>
                <w:sz w:val="21"/>
              </w:rPr>
              <w:t>(</w:t>
            </w:r>
            <w:r w:rsidRPr="00897BC4">
              <w:rPr>
                <w:rFonts w:hint="eastAsia"/>
                <w:w w:val="80"/>
                <w:sz w:val="21"/>
              </w:rPr>
              <w:t>上段</w:t>
            </w:r>
            <w:r>
              <w:rPr>
                <w:rFonts w:hint="eastAsia"/>
                <w:w w:val="80"/>
                <w:sz w:val="21"/>
              </w:rPr>
              <w:t>)</w:t>
            </w:r>
            <w:r w:rsidRPr="00897BC4">
              <w:rPr>
                <w:rFonts w:hint="eastAsia"/>
                <w:w w:val="90"/>
                <w:sz w:val="21"/>
              </w:rPr>
              <w:t>／ＦＡＸ</w:t>
            </w:r>
            <w:r>
              <w:rPr>
                <w:rFonts w:hint="eastAsia"/>
                <w:w w:val="80"/>
                <w:sz w:val="21"/>
              </w:rPr>
              <w:t>(下</w:t>
            </w:r>
            <w:r w:rsidRPr="00897BC4">
              <w:rPr>
                <w:rFonts w:hint="eastAsia"/>
                <w:w w:val="80"/>
                <w:sz w:val="21"/>
              </w:rPr>
              <w:t>段</w:t>
            </w:r>
            <w:r>
              <w:rPr>
                <w:rFonts w:hint="eastAsia"/>
                <w:w w:val="80"/>
                <w:sz w:val="21"/>
              </w:rPr>
              <w:t>)</w:t>
            </w:r>
          </w:p>
        </w:tc>
        <w:tc>
          <w:tcPr>
            <w:tcW w:w="1564" w:type="dxa"/>
            <w:gridSpan w:val="7"/>
            <w:tcBorders>
              <w:top w:val="nil"/>
            </w:tcBorders>
            <w:shd w:val="pct15" w:color="auto" w:fill="auto"/>
            <w:vAlign w:val="center"/>
          </w:tcPr>
          <w:p w14:paraId="5F3C1D36" w14:textId="77777777" w:rsidR="0011105D" w:rsidRDefault="0011105D" w:rsidP="00A14E2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</w:tr>
      <w:tr w:rsidR="0011105D" w14:paraId="0A52962B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5D48D08E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4D75C355" w14:textId="77777777" w:rsidR="0011105D" w:rsidRDefault="0011105D" w:rsidP="00A14E2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本社(店)</w:t>
            </w:r>
          </w:p>
        </w:tc>
        <w:tc>
          <w:tcPr>
            <w:tcW w:w="3360" w:type="dxa"/>
            <w:gridSpan w:val="6"/>
            <w:vMerge w:val="restart"/>
            <w:vAlign w:val="center"/>
          </w:tcPr>
          <w:p w14:paraId="39D3755C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04A3054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92CBB31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41614E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2BC7F0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A237F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A4A39F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9F029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331B85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B38DC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D535B5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1E50EF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0B7B5D0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 w:val="restart"/>
            <w:vAlign w:val="center"/>
          </w:tcPr>
          <w:p w14:paraId="16AD1D88" w14:textId="77777777" w:rsidR="0011105D" w:rsidRDefault="0011105D" w:rsidP="00A14E2D">
            <w:pPr>
              <w:rPr>
                <w:sz w:val="21"/>
              </w:rPr>
            </w:pPr>
          </w:p>
        </w:tc>
      </w:tr>
      <w:tr w:rsidR="0011105D" w14:paraId="35A216E0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1D57A619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468BC295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vAlign w:val="center"/>
          </w:tcPr>
          <w:p w14:paraId="7AB49C20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DD67B3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8412BD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3CC37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242BB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AEB44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046A74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8B9A45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AA163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2425D0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8CB558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B9C37D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317F8B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/>
            <w:vAlign w:val="center"/>
          </w:tcPr>
          <w:p w14:paraId="79AE7A98" w14:textId="77777777" w:rsidR="0011105D" w:rsidRDefault="0011105D" w:rsidP="00A14E2D">
            <w:pPr>
              <w:rPr>
                <w:sz w:val="21"/>
              </w:rPr>
            </w:pPr>
          </w:p>
        </w:tc>
      </w:tr>
      <w:tr w:rsidR="0011105D" w14:paraId="5F4A5106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26545A61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0D1C0E43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085BDDB6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5398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8CC28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10017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14600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B50924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72C9C0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6B366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12D02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C9488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F1533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133B54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AD7DC2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 w:val="restart"/>
            <w:vAlign w:val="center"/>
          </w:tcPr>
          <w:p w14:paraId="5624DD4A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3F8AD60A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411337A9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vAlign w:val="center"/>
          </w:tcPr>
          <w:p w14:paraId="194B1820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vAlign w:val="center"/>
          </w:tcPr>
          <w:p w14:paraId="70E95345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22C817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708954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8512B1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EEE77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431F54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9C729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BE53971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3D9601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54758F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D2D1868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0E205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6FBFCF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/>
            <w:vAlign w:val="center"/>
          </w:tcPr>
          <w:p w14:paraId="4C24EC52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297C7DFA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4C4205B7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1BE20D48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4A2447CA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6CE2F8E8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A73C508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5A9B5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D067E3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D242E5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1281E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0EE4C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6B2FA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21034E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CB0300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13ED27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221E0E2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 w:val="restart"/>
            <w:vAlign w:val="center"/>
          </w:tcPr>
          <w:p w14:paraId="7611F1F7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6BE26A10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27F9B35E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3162E4EE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39F558C0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45A92D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1C135A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34FE5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80D6CE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6189178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7918C7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C6DCB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0F3640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7A0E4D5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777FF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D75169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FF0CCB1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/>
            <w:tcBorders>
              <w:bottom w:val="nil"/>
            </w:tcBorders>
            <w:vAlign w:val="center"/>
          </w:tcPr>
          <w:p w14:paraId="43E9655D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20C0ACC4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680BDA60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29C58ABD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1A6843C9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CFD48A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D9890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69F71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39976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7341E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B35CA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F69CE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DEE3E2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D26D9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C473B5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197C5D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268D8FD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 w:val="restart"/>
            <w:vAlign w:val="center"/>
          </w:tcPr>
          <w:p w14:paraId="1FD3F091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761280B0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1AB096A0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038F2D2E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26C4E1E7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1B2A7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F39F9D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33882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FBE79B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F12D8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26C769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0DB9C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9CA8C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004084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5BE5CC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FA98D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2C703D7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/>
            <w:tcBorders>
              <w:bottom w:val="nil"/>
            </w:tcBorders>
            <w:vAlign w:val="center"/>
          </w:tcPr>
          <w:p w14:paraId="57EB39BA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4A18A0F2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3EDFE443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2E44AFCA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 w:val="restart"/>
            <w:vAlign w:val="center"/>
          </w:tcPr>
          <w:p w14:paraId="1C189CDF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46CB3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1EFADC9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2EAF4E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AC2FA25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5033350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6D43DA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4F3032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F8F54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E5D1FF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B6087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709021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6563154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 w:val="restart"/>
            <w:vAlign w:val="center"/>
          </w:tcPr>
          <w:p w14:paraId="13AF6093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71DD5705" w14:textId="77777777" w:rsidTr="00CF0E8C">
        <w:trPr>
          <w:cantSplit/>
          <w:trHeight w:hRule="exact" w:val="312"/>
        </w:trPr>
        <w:tc>
          <w:tcPr>
            <w:tcW w:w="1200" w:type="dxa"/>
            <w:gridSpan w:val="2"/>
            <w:vMerge/>
            <w:vAlign w:val="center"/>
          </w:tcPr>
          <w:p w14:paraId="2DE350F0" w14:textId="77777777" w:rsidR="0011105D" w:rsidRDefault="0011105D" w:rsidP="00A14E2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04A4C5AF" w14:textId="77777777" w:rsidR="0011105D" w:rsidRDefault="0011105D" w:rsidP="00A14E2D">
            <w:pPr>
              <w:jc w:val="center"/>
              <w:rPr>
                <w:sz w:val="21"/>
              </w:rPr>
            </w:pPr>
          </w:p>
        </w:tc>
        <w:tc>
          <w:tcPr>
            <w:tcW w:w="3360" w:type="dxa"/>
            <w:gridSpan w:val="6"/>
            <w:vMerge/>
            <w:tcBorders>
              <w:bottom w:val="nil"/>
            </w:tcBorders>
            <w:vAlign w:val="center"/>
          </w:tcPr>
          <w:p w14:paraId="40406A6B" w14:textId="77777777" w:rsidR="0011105D" w:rsidRDefault="0011105D" w:rsidP="00A14E2D">
            <w:pPr>
              <w:rPr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23F6C48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629BEB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A86C4BC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F361EA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1A4231D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787F3B7A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4419BBDE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2A4919E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1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174709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7B1116DD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59A728B3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200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7CD14426" w14:textId="77777777" w:rsidR="0011105D" w:rsidRDefault="0011105D" w:rsidP="00A14E2D">
            <w:pPr>
              <w:jc w:val="center"/>
              <w:rPr>
                <w:w w:val="90"/>
                <w:sz w:val="21"/>
              </w:rPr>
            </w:pPr>
          </w:p>
        </w:tc>
        <w:tc>
          <w:tcPr>
            <w:tcW w:w="1564" w:type="dxa"/>
            <w:gridSpan w:val="7"/>
            <w:vMerge/>
            <w:tcBorders>
              <w:bottom w:val="nil"/>
            </w:tcBorders>
            <w:vAlign w:val="center"/>
          </w:tcPr>
          <w:p w14:paraId="03305FF1" w14:textId="77777777" w:rsidR="0011105D" w:rsidRDefault="0011105D" w:rsidP="00A14E2D">
            <w:pPr>
              <w:pStyle w:val="a3"/>
              <w:rPr>
                <w:sz w:val="21"/>
              </w:rPr>
            </w:pPr>
          </w:p>
        </w:tc>
      </w:tr>
      <w:tr w:rsidR="0011105D" w14:paraId="0F1A10C3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53605D0B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資本・設立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32DE5413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資本形態</w:t>
            </w:r>
          </w:p>
        </w:tc>
        <w:tc>
          <w:tcPr>
            <w:tcW w:w="3360" w:type="dxa"/>
            <w:gridSpan w:val="6"/>
            <w:tcBorders>
              <w:bottom w:val="nil"/>
            </w:tcBorders>
            <w:vAlign w:val="center"/>
          </w:tcPr>
          <w:p w14:paraId="164C3805" w14:textId="77777777" w:rsidR="0011105D" w:rsidRDefault="0011105D">
            <w:pPr>
              <w:jc w:val="center"/>
              <w:rPr>
                <w:w w:val="90"/>
                <w:sz w:val="21"/>
              </w:rPr>
            </w:pPr>
            <w:r>
              <w:rPr>
                <w:rFonts w:hint="eastAsia"/>
                <w:w w:val="90"/>
                <w:sz w:val="21"/>
              </w:rPr>
              <w:t>個人・法人(株式・有限・合名・合資)</w:t>
            </w:r>
          </w:p>
        </w:tc>
        <w:tc>
          <w:tcPr>
            <w:tcW w:w="1200" w:type="dxa"/>
            <w:gridSpan w:val="8"/>
            <w:shd w:val="pct15" w:color="auto" w:fill="auto"/>
            <w:vAlign w:val="center"/>
          </w:tcPr>
          <w:p w14:paraId="050DC680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創業</w:t>
            </w:r>
          </w:p>
        </w:tc>
        <w:tc>
          <w:tcPr>
            <w:tcW w:w="2765" w:type="dxa"/>
            <w:gridSpan w:val="17"/>
            <w:vAlign w:val="center"/>
          </w:tcPr>
          <w:p w14:paraId="7C84D631" w14:textId="77777777" w:rsidR="0011105D" w:rsidRDefault="0011105D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11105D" w14:paraId="454E93E4" w14:textId="77777777" w:rsidTr="00CF0E8C">
        <w:trPr>
          <w:cantSplit/>
          <w:trHeight w:hRule="exact" w:val="360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7601BF29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1080" w:type="dxa"/>
            <w:tcBorders>
              <w:bottom w:val="nil"/>
            </w:tcBorders>
            <w:shd w:val="pct15" w:color="auto" w:fill="auto"/>
            <w:vAlign w:val="center"/>
          </w:tcPr>
          <w:p w14:paraId="3C0F7C2F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資本金</w:t>
            </w:r>
          </w:p>
        </w:tc>
        <w:tc>
          <w:tcPr>
            <w:tcW w:w="960" w:type="dxa"/>
            <w:tcBorders>
              <w:bottom w:val="nil"/>
              <w:right w:val="nil"/>
            </w:tcBorders>
            <w:vAlign w:val="center"/>
          </w:tcPr>
          <w:p w14:paraId="391BED51" w14:textId="77777777" w:rsidR="0011105D" w:rsidRDefault="0011105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(払込金)</w:t>
            </w:r>
          </w:p>
        </w:tc>
        <w:tc>
          <w:tcPr>
            <w:tcW w:w="180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F6C18E2" w14:textId="77777777" w:rsidR="0011105D" w:rsidRDefault="0011105D">
            <w:pPr>
              <w:ind w:right="57"/>
              <w:jc w:val="right"/>
              <w:rPr>
                <w:sz w:val="21"/>
              </w:rPr>
            </w:pPr>
          </w:p>
        </w:tc>
        <w:tc>
          <w:tcPr>
            <w:tcW w:w="600" w:type="dxa"/>
            <w:gridSpan w:val="2"/>
            <w:tcBorders>
              <w:left w:val="nil"/>
              <w:bottom w:val="nil"/>
            </w:tcBorders>
            <w:vAlign w:val="center"/>
          </w:tcPr>
          <w:p w14:paraId="71039BD9" w14:textId="77777777" w:rsidR="0011105D" w:rsidRDefault="0011105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万円</w:t>
            </w:r>
          </w:p>
        </w:tc>
        <w:tc>
          <w:tcPr>
            <w:tcW w:w="1200" w:type="dxa"/>
            <w:gridSpan w:val="8"/>
            <w:tcBorders>
              <w:bottom w:val="nil"/>
            </w:tcBorders>
            <w:shd w:val="pct15" w:color="auto" w:fill="auto"/>
            <w:vAlign w:val="center"/>
          </w:tcPr>
          <w:p w14:paraId="327EB684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設立</w:t>
            </w:r>
          </w:p>
        </w:tc>
        <w:tc>
          <w:tcPr>
            <w:tcW w:w="2765" w:type="dxa"/>
            <w:gridSpan w:val="17"/>
            <w:tcBorders>
              <w:bottom w:val="nil"/>
            </w:tcBorders>
            <w:vAlign w:val="center"/>
          </w:tcPr>
          <w:p w14:paraId="422CA1F9" w14:textId="77777777" w:rsidR="0011105D" w:rsidRDefault="0011105D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    月    日</w:t>
            </w:r>
          </w:p>
        </w:tc>
      </w:tr>
      <w:tr w:rsidR="0011105D" w14:paraId="55A652EA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728C61C6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</w:t>
            </w:r>
          </w:p>
          <w:p w14:paraId="0E8FE1DE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営業内容</w:t>
            </w:r>
          </w:p>
        </w:tc>
        <w:tc>
          <w:tcPr>
            <w:tcW w:w="8405" w:type="dxa"/>
            <w:gridSpan w:val="32"/>
            <w:tcBorders>
              <w:bottom w:val="dashSmallGap" w:sz="4" w:space="0" w:color="auto"/>
            </w:tcBorders>
            <w:vAlign w:val="center"/>
          </w:tcPr>
          <w:p w14:paraId="40D8BBB8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3D6A164B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68C7C960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53855711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08FF5A45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29E62366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CE8C5F6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0E198D81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4736ABC2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17680F24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157E0AA6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055654E6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5C03B686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76968D20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1F6B3F39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70653B08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15A9D723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08B10222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nil"/>
            </w:tcBorders>
            <w:vAlign w:val="center"/>
          </w:tcPr>
          <w:p w14:paraId="09AB8F6C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44A7FE5F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 w:val="restart"/>
            <w:shd w:val="pct15" w:color="auto" w:fill="auto"/>
            <w:vAlign w:val="center"/>
          </w:tcPr>
          <w:p w14:paraId="2FAF1655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主要取引</w:t>
            </w:r>
          </w:p>
          <w:p w14:paraId="6AF892B1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金融機関</w:t>
            </w:r>
          </w:p>
        </w:tc>
        <w:tc>
          <w:tcPr>
            <w:tcW w:w="8405" w:type="dxa"/>
            <w:gridSpan w:val="3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D208C02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20480528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7BD64D96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nil"/>
              <w:bottom w:val="single" w:sz="4" w:space="0" w:color="auto"/>
            </w:tcBorders>
            <w:vAlign w:val="center"/>
          </w:tcPr>
          <w:p w14:paraId="676B73D8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5A685FF5" w14:textId="77777777" w:rsidTr="008A272F">
        <w:trPr>
          <w:cantSplit/>
          <w:trHeight w:hRule="exact" w:val="351"/>
        </w:trPr>
        <w:tc>
          <w:tcPr>
            <w:tcW w:w="1200" w:type="dxa"/>
            <w:gridSpan w:val="2"/>
            <w:vMerge/>
            <w:shd w:val="pct15" w:color="auto" w:fill="auto"/>
            <w:vAlign w:val="center"/>
          </w:tcPr>
          <w:p w14:paraId="05FA814A" w14:textId="77777777" w:rsidR="0011105D" w:rsidRDefault="0011105D">
            <w:pPr>
              <w:jc w:val="distribute"/>
              <w:rPr>
                <w:sz w:val="21"/>
              </w:rPr>
            </w:pPr>
          </w:p>
        </w:tc>
        <w:tc>
          <w:tcPr>
            <w:tcW w:w="8405" w:type="dxa"/>
            <w:gridSpan w:val="3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63E985F" w14:textId="77777777" w:rsidR="0011105D" w:rsidRDefault="0011105D">
            <w:pPr>
              <w:rPr>
                <w:sz w:val="21"/>
              </w:rPr>
            </w:pPr>
          </w:p>
        </w:tc>
      </w:tr>
      <w:tr w:rsidR="0011105D" w14:paraId="61833710" w14:textId="77777777" w:rsidTr="008A272F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 w:val="restart"/>
            <w:shd w:val="pct15" w:color="000000" w:fill="FFFFFF"/>
            <w:textDirection w:val="tbRlV"/>
            <w:vAlign w:val="center"/>
          </w:tcPr>
          <w:p w14:paraId="7136261F" w14:textId="77777777" w:rsidR="0011105D" w:rsidRDefault="00FD3BC2">
            <w:pPr>
              <w:jc w:val="center"/>
              <w:rPr>
                <w:sz w:val="21"/>
              </w:rPr>
            </w:pPr>
            <w:r>
              <w:rPr>
                <w:noProof/>
                <w:sz w:val="21"/>
              </w:rPr>
              <w:pict w14:anchorId="0B36CA5B">
                <v:group id="_x0000_s2056" style="position:absolute;left:0;text-align:left;margin-left:540pt;margin-top:334.25pt;width:84pt;height:1in;z-index:251657216;mso-position-horizontal-relative:text;mso-position-vertical-relative:page" coordorigin="1208,7505" coordsize="1803,1440" o:allowincell="f">
                  <v:rect id="_x0000_s2057" style="position:absolute;left:1208;top:7505;width:360;height:1440" fillcolor="silver" strokeweight=".5pt">
                    <v:textbox style="layout-flow:vertical-ideographic;mso-next-textbox:#_x0000_s2057" inset=".2mm,.2mm,.2mm,.2mm">
                      <w:txbxContent>
                        <w:p w14:paraId="06282610" w14:textId="77777777" w:rsidR="0011105D" w:rsidRDefault="0011105D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eq \o\ad(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>代表者印鑑</w:instrText>
                          </w:r>
                          <w:r>
                            <w:rPr>
                              <w:sz w:val="21"/>
                            </w:rPr>
                            <w:instrText>,</w:instrText>
                          </w:r>
                          <w:r>
                            <w:rPr>
                              <w:rFonts w:hint="eastAsia"/>
                              <w:sz w:val="21"/>
                            </w:rPr>
                            <w:instrText xml:space="preserve">　　　　　　</w:instrText>
                          </w:r>
                          <w:r>
                            <w:rPr>
                              <w:sz w:val="21"/>
                            </w:rPr>
                            <w:instrText>)</w:instrText>
                          </w:r>
                          <w:r>
                            <w:rPr>
                              <w:sz w:val="21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2058" style="position:absolute;left:1571;top:7505;width:1440;height:1440" strokeweight=".5pt"/>
                  <w10:wrap anchory="page"/>
                </v:group>
              </w:pict>
            </w:r>
            <w:r>
              <w:rPr>
                <w:noProof/>
                <w:sz w:val="21"/>
              </w:rPr>
              <w:pict w14:anchorId="4FFDC8DE">
                <v:group id="_x0000_s2059" style="position:absolute;left:0;text-align:left;margin-left:671pt;margin-top:334.25pt;width:84pt;height:1in;z-index:251658240;mso-position-horizontal-relative:text;mso-position-vertical-relative:page" coordorigin="1208,7505" coordsize="1803,1440" o:allowincell="f">
                  <v:rect id="_x0000_s2060" style="position:absolute;left:1208;top:7505;width:360;height:1440" fillcolor="silver" strokeweight=".5pt">
                    <v:textbox style="layout-flow:vertical-ideographic;mso-next-textbox:#_x0000_s2060" inset=".2mm,.2mm,.2mm,.2mm">
                      <w:txbxContent>
                        <w:p w14:paraId="7FD10FA5" w14:textId="77777777" w:rsidR="0011105D" w:rsidRDefault="0011105D">
                          <w:pPr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</w:rPr>
                            <w:t>金銭領収印鑑</w:t>
                          </w:r>
                        </w:p>
                      </w:txbxContent>
                    </v:textbox>
                  </v:rect>
                  <v:rect id="_x0000_s2061" style="position:absolute;left:1571;top:7505;width:1440;height:1440" strokeweight=".5pt"/>
                  <w10:wrap anchory="page"/>
                </v:group>
              </w:pict>
            </w:r>
            <w:r w:rsidR="0011105D">
              <w:rPr>
                <w:rFonts w:hint="eastAsia"/>
                <w:snapToGrid w:val="0"/>
                <w:sz w:val="21"/>
              </w:rPr>
              <w:t>振込指定口座</w:t>
            </w:r>
          </w:p>
        </w:tc>
        <w:tc>
          <w:tcPr>
            <w:tcW w:w="1800" w:type="dxa"/>
            <w:gridSpan w:val="2"/>
            <w:vMerge w:val="restart"/>
            <w:shd w:val="pct15" w:color="000000" w:fill="FFFFFF"/>
            <w:vAlign w:val="center"/>
          </w:tcPr>
          <w:p w14:paraId="45617796" w14:textId="77777777" w:rsidR="0011105D" w:rsidRDefault="0011105D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銀行名</w:t>
            </w:r>
          </w:p>
        </w:tc>
        <w:tc>
          <w:tcPr>
            <w:tcW w:w="1440" w:type="dxa"/>
            <w:gridSpan w:val="2"/>
            <w:shd w:val="pct15" w:color="000000" w:fill="FFFFFF"/>
            <w:vAlign w:val="center"/>
          </w:tcPr>
          <w:p w14:paraId="473586F0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銀行</w:t>
            </w:r>
          </w:p>
        </w:tc>
        <w:tc>
          <w:tcPr>
            <w:tcW w:w="1440" w:type="dxa"/>
            <w:gridSpan w:val="3"/>
            <w:shd w:val="pct15" w:color="000000" w:fill="FFFFFF"/>
            <w:vAlign w:val="center"/>
          </w:tcPr>
          <w:p w14:paraId="6B869008" w14:textId="77777777" w:rsidR="0011105D" w:rsidRDefault="0011105D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支店</w:t>
            </w:r>
          </w:p>
        </w:tc>
        <w:tc>
          <w:tcPr>
            <w:tcW w:w="1080" w:type="dxa"/>
            <w:gridSpan w:val="4"/>
            <w:vMerge w:val="restart"/>
            <w:shd w:val="pct15" w:color="000000" w:fill="FFFFFF"/>
            <w:vAlign w:val="center"/>
          </w:tcPr>
          <w:p w14:paraId="245083DC" w14:textId="77777777" w:rsidR="0011105D" w:rsidRDefault="0011105D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当座</w:t>
            </w:r>
          </w:p>
          <w:p w14:paraId="3FDF59A0" w14:textId="77777777" w:rsidR="0011105D" w:rsidRDefault="0011105D">
            <w:pPr>
              <w:ind w:left="141" w:right="14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普通</w:t>
            </w:r>
          </w:p>
        </w:tc>
        <w:tc>
          <w:tcPr>
            <w:tcW w:w="3365" w:type="dxa"/>
            <w:gridSpan w:val="22"/>
            <w:tcBorders>
              <w:bottom w:val="nil"/>
            </w:tcBorders>
            <w:shd w:val="pct15" w:color="000000" w:fill="FFFFFF"/>
            <w:vAlign w:val="center"/>
          </w:tcPr>
          <w:p w14:paraId="767E2CA2" w14:textId="77777777" w:rsidR="0011105D" w:rsidRDefault="0011105D">
            <w:pPr>
              <w:jc w:val="center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eq \o\ad(</w:instrText>
            </w:r>
            <w:r>
              <w:rPr>
                <w:rFonts w:hint="eastAsia"/>
                <w:sz w:val="21"/>
              </w:rPr>
              <w:instrText>口座番号</w:instrText>
            </w:r>
            <w:r>
              <w:rPr>
                <w:sz w:val="21"/>
              </w:rPr>
              <w:instrText>,</w:instrText>
            </w:r>
            <w:r>
              <w:rPr>
                <w:rFonts w:hint="eastAsia"/>
                <w:sz w:val="21"/>
              </w:rPr>
              <w:instrText xml:space="preserve">　　　　　　</w:instrText>
            </w:r>
            <w:r>
              <w:rPr>
                <w:sz w:val="21"/>
              </w:rPr>
              <w:instrText>)</w:instrText>
            </w:r>
            <w:r>
              <w:rPr>
                <w:sz w:val="21"/>
              </w:rPr>
              <w:fldChar w:fldCharType="end"/>
            </w:r>
          </w:p>
        </w:tc>
      </w:tr>
      <w:tr w:rsidR="0011105D" w14:paraId="7976357A" w14:textId="77777777" w:rsidTr="00CF0E8C">
        <w:tblPrEx>
          <w:tblCellMar>
            <w:left w:w="99" w:type="dxa"/>
            <w:right w:w="99" w:type="dxa"/>
          </w:tblCellMar>
        </w:tblPrEx>
        <w:trPr>
          <w:cantSplit/>
          <w:trHeight w:hRule="exact" w:val="36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01E45687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vMerge/>
            <w:tcBorders>
              <w:bottom w:val="nil"/>
            </w:tcBorders>
            <w:shd w:val="pct15" w:color="000000" w:fill="FFFFFF"/>
            <w:vAlign w:val="center"/>
          </w:tcPr>
          <w:p w14:paraId="2FD83A3B" w14:textId="77777777" w:rsidR="0011105D" w:rsidRDefault="0011105D">
            <w:pPr>
              <w:ind w:left="21" w:right="21"/>
              <w:jc w:val="distribute"/>
              <w:rPr>
                <w:sz w:val="21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153EC454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1440" w:type="dxa"/>
            <w:gridSpan w:val="3"/>
            <w:tcBorders>
              <w:bottom w:val="nil"/>
            </w:tcBorders>
            <w:vAlign w:val="center"/>
          </w:tcPr>
          <w:p w14:paraId="23FE7B4C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gridSpan w:val="4"/>
            <w:vMerge/>
            <w:tcBorders>
              <w:bottom w:val="nil"/>
            </w:tcBorders>
            <w:vAlign w:val="center"/>
          </w:tcPr>
          <w:p w14:paraId="74CCCF99" w14:textId="77777777" w:rsidR="0011105D" w:rsidRDefault="0011105D">
            <w:pPr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bottom w:val="nil"/>
              <w:right w:val="dashed" w:sz="4" w:space="0" w:color="auto"/>
            </w:tcBorders>
            <w:vAlign w:val="center"/>
          </w:tcPr>
          <w:p w14:paraId="70451B3D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2632DA57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4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07EEF3BB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0" w:type="dxa"/>
            <w:gridSpan w:val="4"/>
            <w:tcBorders>
              <w:left w:val="dashed" w:sz="4" w:space="0" w:color="auto"/>
              <w:bottom w:val="nil"/>
              <w:right w:val="dashSmallGap" w:sz="4" w:space="0" w:color="auto"/>
            </w:tcBorders>
            <w:vAlign w:val="center"/>
          </w:tcPr>
          <w:p w14:paraId="75090248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1" w:type="dxa"/>
            <w:gridSpan w:val="2"/>
            <w:tcBorders>
              <w:left w:val="dashSmallGap" w:sz="4" w:space="0" w:color="auto"/>
              <w:bottom w:val="nil"/>
              <w:right w:val="dashed" w:sz="4" w:space="0" w:color="auto"/>
            </w:tcBorders>
            <w:vAlign w:val="center"/>
          </w:tcPr>
          <w:p w14:paraId="75A96A95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0" w:type="dxa"/>
            <w:gridSpan w:val="2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7F6ABBA7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483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3CADFAAB" w14:textId="77777777" w:rsidR="0011105D" w:rsidRDefault="0011105D">
            <w:pPr>
              <w:jc w:val="center"/>
              <w:rPr>
                <w:sz w:val="21"/>
              </w:rPr>
            </w:pPr>
          </w:p>
        </w:tc>
      </w:tr>
      <w:tr w:rsidR="0011105D" w14:paraId="0448BD9F" w14:textId="77777777" w:rsidTr="008A272F">
        <w:tblPrEx>
          <w:tblCellMar>
            <w:left w:w="99" w:type="dxa"/>
            <w:right w:w="99" w:type="dxa"/>
          </w:tblCellMar>
        </w:tblPrEx>
        <w:trPr>
          <w:cantSplit/>
          <w:trHeight w:hRule="exact" w:val="340"/>
        </w:trPr>
        <w:tc>
          <w:tcPr>
            <w:tcW w:w="480" w:type="dxa"/>
            <w:vMerge/>
            <w:shd w:val="pct15" w:color="000000" w:fill="FFFFFF"/>
            <w:textDirection w:val="tbRlV"/>
            <w:vAlign w:val="center"/>
          </w:tcPr>
          <w:p w14:paraId="46EE94D6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dashSmallGap" w:sz="4" w:space="0" w:color="auto"/>
            </w:tcBorders>
            <w:shd w:val="pct15" w:color="000000" w:fill="FFFFFF"/>
            <w:vAlign w:val="center"/>
          </w:tcPr>
          <w:p w14:paraId="49D0B7F9" w14:textId="77777777" w:rsidR="0011105D" w:rsidRDefault="0011105D">
            <w:pPr>
              <w:ind w:left="21" w:right="21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7325" w:type="dxa"/>
            <w:gridSpan w:val="31"/>
            <w:tcBorders>
              <w:bottom w:val="dashSmallGap" w:sz="4" w:space="0" w:color="auto"/>
            </w:tcBorders>
            <w:vAlign w:val="center"/>
          </w:tcPr>
          <w:p w14:paraId="672EAA50" w14:textId="77777777" w:rsidR="0011105D" w:rsidRDefault="0011105D">
            <w:pPr>
              <w:ind w:left="381" w:right="381"/>
              <w:rPr>
                <w:sz w:val="21"/>
              </w:rPr>
            </w:pPr>
          </w:p>
        </w:tc>
      </w:tr>
      <w:tr w:rsidR="0011105D" w14:paraId="3D5D2F0B" w14:textId="77777777" w:rsidTr="00CF0E8C">
        <w:tblPrEx>
          <w:tblCellMar>
            <w:left w:w="99" w:type="dxa"/>
            <w:right w:w="99" w:type="dxa"/>
          </w:tblCellMar>
        </w:tblPrEx>
        <w:trPr>
          <w:cantSplit/>
          <w:trHeight w:hRule="exact" w:val="360"/>
        </w:trPr>
        <w:tc>
          <w:tcPr>
            <w:tcW w:w="480" w:type="dxa"/>
            <w:vMerge/>
            <w:tcBorders>
              <w:bottom w:val="nil"/>
            </w:tcBorders>
            <w:shd w:val="pct15" w:color="000000" w:fill="FFFFFF"/>
            <w:textDirection w:val="tbRlV"/>
            <w:vAlign w:val="center"/>
          </w:tcPr>
          <w:p w14:paraId="759F2838" w14:textId="77777777" w:rsidR="0011105D" w:rsidRDefault="0011105D">
            <w:pPr>
              <w:jc w:val="center"/>
              <w:rPr>
                <w:sz w:val="21"/>
              </w:rPr>
            </w:pPr>
          </w:p>
        </w:tc>
        <w:tc>
          <w:tcPr>
            <w:tcW w:w="1800" w:type="dxa"/>
            <w:gridSpan w:val="2"/>
            <w:tcBorders>
              <w:top w:val="dashSmallGap" w:sz="4" w:space="0" w:color="auto"/>
              <w:bottom w:val="nil"/>
            </w:tcBorders>
            <w:shd w:val="pct15" w:color="000000" w:fill="FFFFFF"/>
            <w:vAlign w:val="center"/>
          </w:tcPr>
          <w:p w14:paraId="75D6D3AB" w14:textId="77777777" w:rsidR="0011105D" w:rsidRDefault="0011105D">
            <w:pPr>
              <w:ind w:left="21" w:right="21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口座名義</w:t>
            </w:r>
          </w:p>
        </w:tc>
        <w:tc>
          <w:tcPr>
            <w:tcW w:w="7325" w:type="dxa"/>
            <w:gridSpan w:val="31"/>
            <w:tcBorders>
              <w:top w:val="dashSmallGap" w:sz="4" w:space="0" w:color="auto"/>
              <w:bottom w:val="nil"/>
            </w:tcBorders>
            <w:vAlign w:val="center"/>
          </w:tcPr>
          <w:p w14:paraId="4D83338B" w14:textId="77777777" w:rsidR="0011105D" w:rsidRDefault="0011105D">
            <w:pPr>
              <w:pStyle w:val="a3"/>
              <w:tabs>
                <w:tab w:val="clear" w:pos="4252"/>
                <w:tab w:val="clear" w:pos="8504"/>
              </w:tabs>
              <w:snapToGrid/>
              <w:ind w:left="381" w:right="381"/>
              <w:rPr>
                <w:sz w:val="21"/>
              </w:rPr>
            </w:pPr>
          </w:p>
        </w:tc>
      </w:tr>
      <w:tr w:rsidR="00CF0E8C" w14:paraId="4BA5E41E" w14:textId="77777777" w:rsidTr="008A272F">
        <w:trPr>
          <w:cantSplit/>
          <w:trHeight w:hRule="exact" w:val="340"/>
        </w:trPr>
        <w:tc>
          <w:tcPr>
            <w:tcW w:w="2280" w:type="dxa"/>
            <w:gridSpan w:val="3"/>
            <w:vMerge w:val="restart"/>
            <w:shd w:val="pct15" w:color="auto" w:fill="auto"/>
            <w:vAlign w:val="center"/>
          </w:tcPr>
          <w:p w14:paraId="3AE280C7" w14:textId="77777777" w:rsidR="00CF0E8C" w:rsidRDefault="00CF0E8C" w:rsidP="00CF0E8C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  <w:r>
              <w:rPr>
                <w:rFonts w:hint="eastAsia"/>
                <w:snapToGrid w:val="0"/>
                <w:spacing w:val="-4"/>
                <w:sz w:val="21"/>
              </w:rPr>
              <w:t>消費税に関する申出</w:t>
            </w:r>
          </w:p>
        </w:tc>
        <w:tc>
          <w:tcPr>
            <w:tcW w:w="168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1E732C95" w14:textId="77777777" w:rsidR="00CF0E8C" w:rsidRDefault="00CF0E8C" w:rsidP="00CF0E8C">
            <w:pPr>
              <w:ind w:firstLineChars="50" w:firstLine="105"/>
              <w:rPr>
                <w:sz w:val="21"/>
              </w:rPr>
            </w:pPr>
            <w:r>
              <w:rPr>
                <w:rFonts w:hint="eastAsia"/>
                <w:sz w:val="21"/>
              </w:rPr>
              <w:t>１．課税事業者</w:t>
            </w:r>
          </w:p>
        </w:tc>
        <w:tc>
          <w:tcPr>
            <w:tcW w:w="2271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4382253F" w14:textId="77777777" w:rsidR="00CF0E8C" w:rsidRDefault="00CF0E8C" w:rsidP="00CF0E8C">
            <w:pPr>
              <w:ind w:left="184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登録番号</w:t>
            </w:r>
          </w:p>
        </w:tc>
        <w:tc>
          <w:tcPr>
            <w:tcW w:w="240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72DBC8E9" w14:textId="77777777" w:rsidR="00CF0E8C" w:rsidRPr="00CF0E8C" w:rsidRDefault="00CF0E8C" w:rsidP="00CF0E8C">
            <w:pPr>
              <w:jc w:val="lef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Ｔ</w:t>
            </w: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4B7897A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2210D2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EC19BC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DA42C24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3E622F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A49575A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AA8ECF7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978E54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A3C1B1C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E8DEE7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BC4D09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E43BB2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  <w:tc>
          <w:tcPr>
            <w:tcW w:w="243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0ED2E4F2" w14:textId="77777777" w:rsidR="00CF0E8C" w:rsidRPr="00CF0E8C" w:rsidRDefault="00CF0E8C" w:rsidP="00CF0E8C">
            <w:pPr>
              <w:rPr>
                <w:sz w:val="20"/>
                <w:szCs w:val="18"/>
              </w:rPr>
            </w:pPr>
          </w:p>
        </w:tc>
      </w:tr>
      <w:tr w:rsidR="00CF0E8C" w14:paraId="1D06AF87" w14:textId="77777777" w:rsidTr="008A272F">
        <w:trPr>
          <w:cantSplit/>
          <w:trHeight w:hRule="exact" w:val="567"/>
        </w:trPr>
        <w:tc>
          <w:tcPr>
            <w:tcW w:w="2280" w:type="dxa"/>
            <w:gridSpan w:val="3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62D2253" w14:textId="77777777" w:rsidR="00CF0E8C" w:rsidRDefault="00CF0E8C">
            <w:pPr>
              <w:spacing w:line="240" w:lineRule="exact"/>
              <w:jc w:val="distribute"/>
              <w:rPr>
                <w:snapToGrid w:val="0"/>
                <w:spacing w:val="-4"/>
                <w:sz w:val="21"/>
              </w:rPr>
            </w:pPr>
          </w:p>
        </w:tc>
        <w:tc>
          <w:tcPr>
            <w:tcW w:w="168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7C8A924E" w14:textId="77777777" w:rsidR="00CF0E8C" w:rsidRDefault="00CF0E8C" w:rsidP="00CF0E8C">
            <w:pPr>
              <w:ind w:firstLineChars="50" w:firstLine="105"/>
              <w:rPr>
                <w:sz w:val="21"/>
              </w:rPr>
            </w:pPr>
            <w:r>
              <w:rPr>
                <w:sz w:val="21"/>
              </w:rPr>
              <w:t>２．</w:t>
            </w:r>
            <w:r>
              <w:rPr>
                <w:rFonts w:hint="eastAsia"/>
                <w:sz w:val="21"/>
              </w:rPr>
              <w:t>免税事業者</w:t>
            </w:r>
          </w:p>
        </w:tc>
        <w:tc>
          <w:tcPr>
            <w:tcW w:w="5636" w:type="dxa"/>
            <w:gridSpan w:val="28"/>
            <w:tcBorders>
              <w:left w:val="nil"/>
              <w:bottom w:val="single" w:sz="4" w:space="0" w:color="auto"/>
            </w:tcBorders>
            <w:vAlign w:val="center"/>
          </w:tcPr>
          <w:p w14:paraId="6B1BB777" w14:textId="77777777" w:rsidR="00CF0E8C" w:rsidRPr="008A272F" w:rsidRDefault="00CF0E8C" w:rsidP="008A272F">
            <w:pPr>
              <w:ind w:firstLineChars="50" w:firstLine="100"/>
              <w:rPr>
                <w:sz w:val="20"/>
                <w:szCs w:val="18"/>
              </w:rPr>
            </w:pPr>
            <w:r w:rsidRPr="008A272F">
              <w:rPr>
                <w:rFonts w:hint="eastAsia"/>
                <w:sz w:val="20"/>
                <w:szCs w:val="18"/>
              </w:rPr>
              <w:t>課税事業者への変更を ・検討している</w:t>
            </w:r>
            <w:r w:rsidR="008A272F" w:rsidRPr="008A272F">
              <w:rPr>
                <w:rFonts w:hint="eastAsia"/>
                <w:sz w:val="20"/>
                <w:szCs w:val="18"/>
              </w:rPr>
              <w:t>(</w:t>
            </w:r>
            <w:r w:rsidR="008A272F">
              <w:rPr>
                <w:rFonts w:hint="eastAsia"/>
                <w:sz w:val="20"/>
                <w:szCs w:val="18"/>
              </w:rPr>
              <w:t xml:space="preserve">　</w:t>
            </w:r>
            <w:r w:rsidR="008A272F" w:rsidRPr="008A272F">
              <w:rPr>
                <w:rFonts w:hint="eastAsia"/>
                <w:sz w:val="20"/>
                <w:szCs w:val="18"/>
              </w:rPr>
              <w:t xml:space="preserve">　　 年　　月頃)</w:t>
            </w:r>
          </w:p>
          <w:p w14:paraId="215A3742" w14:textId="77777777" w:rsidR="00CF0E8C" w:rsidRDefault="00CF0E8C" w:rsidP="00CF0E8C">
            <w:pPr>
              <w:rPr>
                <w:sz w:val="21"/>
              </w:rPr>
            </w:pPr>
            <w:r w:rsidRPr="008A272F">
              <w:rPr>
                <w:rFonts w:hint="eastAsia"/>
                <w:sz w:val="20"/>
                <w:szCs w:val="18"/>
              </w:rPr>
              <w:t xml:space="preserve">　　　　　　　　　　 </w:t>
            </w:r>
            <w:r w:rsidR="008A272F">
              <w:rPr>
                <w:sz w:val="20"/>
                <w:szCs w:val="18"/>
              </w:rPr>
              <w:t xml:space="preserve"> </w:t>
            </w:r>
            <w:r w:rsidRPr="008A272F">
              <w:rPr>
                <w:rFonts w:hint="eastAsia"/>
                <w:sz w:val="20"/>
                <w:szCs w:val="18"/>
              </w:rPr>
              <w:t>・検討していない</w:t>
            </w:r>
          </w:p>
        </w:tc>
      </w:tr>
      <w:tr w:rsidR="0011105D" w14:paraId="2EFE468A" w14:textId="77777777" w:rsidTr="00CF0E8C">
        <w:trPr>
          <w:cantSplit/>
          <w:trHeight w:hRule="exact" w:val="360"/>
        </w:trPr>
        <w:tc>
          <w:tcPr>
            <w:tcW w:w="22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24888BA3" w14:textId="77777777" w:rsidR="0011105D" w:rsidRDefault="0011105D">
            <w:pPr>
              <w:jc w:val="distribute"/>
              <w:rPr>
                <w:snapToGrid w:val="0"/>
                <w:spacing w:val="-4"/>
                <w:sz w:val="21"/>
              </w:rPr>
            </w:pPr>
            <w:r>
              <w:rPr>
                <w:rFonts w:hint="eastAsia"/>
                <w:snapToGrid w:val="0"/>
                <w:spacing w:val="-4"/>
                <w:sz w:val="21"/>
              </w:rPr>
              <w:t>ＩＳＯ認証取得の有無</w:t>
            </w:r>
          </w:p>
        </w:tc>
        <w:tc>
          <w:tcPr>
            <w:tcW w:w="732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AB88" w14:textId="77777777" w:rsidR="0011105D" w:rsidRDefault="0011105D">
            <w:pPr>
              <w:ind w:left="64"/>
              <w:rPr>
                <w:sz w:val="21"/>
              </w:rPr>
            </w:pPr>
          </w:p>
        </w:tc>
      </w:tr>
    </w:tbl>
    <w:p w14:paraId="6BE4F692" w14:textId="77777777" w:rsidR="00810DDD" w:rsidRPr="00EA16B4" w:rsidRDefault="00810DDD" w:rsidP="00810DDD">
      <w:pPr>
        <w:pStyle w:val="a3"/>
        <w:tabs>
          <w:tab w:val="clear" w:pos="4252"/>
          <w:tab w:val="clear" w:pos="8504"/>
        </w:tabs>
        <w:snapToGrid/>
        <w:rPr>
          <w:i/>
          <w:sz w:val="21"/>
          <w:szCs w:val="21"/>
        </w:rPr>
      </w:pPr>
      <w:r w:rsidRPr="00EA16B4">
        <w:rPr>
          <w:rFonts w:hint="eastAsia"/>
          <w:i/>
          <w:sz w:val="21"/>
          <w:szCs w:val="21"/>
        </w:rPr>
        <w:t>※上記の登録内容等（付属資料等を考慮する）をもとに初期登録時の評価を工事管理部長が行う。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4"/>
        <w:gridCol w:w="1175"/>
        <w:gridCol w:w="1174"/>
        <w:gridCol w:w="1175"/>
        <w:gridCol w:w="1174"/>
        <w:gridCol w:w="1175"/>
        <w:gridCol w:w="1175"/>
        <w:gridCol w:w="1378"/>
      </w:tblGrid>
      <w:tr w:rsidR="006A27DD" w14:paraId="16FF402F" w14:textId="77777777" w:rsidTr="006A27DD">
        <w:trPr>
          <w:cantSplit/>
          <w:trHeight w:hRule="exact" w:val="36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D2D3" w14:textId="77777777" w:rsidR="006A27DD" w:rsidRDefault="006A27D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確認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37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A6BDCB7" w14:textId="77777777" w:rsidR="006A27DD" w:rsidRDefault="006A27DD">
            <w:pPr>
              <w:jc w:val="center"/>
            </w:pPr>
            <w:r>
              <w:rPr>
                <w:rFonts w:hint="eastAsia"/>
              </w:rPr>
              <w:t>初期評価</w:t>
            </w:r>
          </w:p>
        </w:tc>
      </w:tr>
      <w:tr w:rsidR="006A27DD" w14:paraId="698CA3EF" w14:textId="77777777" w:rsidTr="00C841F3">
        <w:trPr>
          <w:trHeight w:hRule="exact" w:val="90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0D89" w14:textId="4639BF00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社長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1F08" w14:textId="3061477B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専務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53CB6" w14:textId="1F00036A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常務(菅原)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704E9" w14:textId="5E8FC928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常務(小野寺)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41C9C" w14:textId="59188B1A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土木部長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A6ED5" w14:textId="4A658A56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建築部長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6BA9E60" w14:textId="0A3C3A53" w:rsidR="006A27DD" w:rsidRDefault="006A27DD" w:rsidP="006A27DD">
            <w:pPr>
              <w:spacing w:line="200" w:lineRule="exact"/>
              <w:ind w:left="-57" w:right="-57"/>
              <w:rPr>
                <w:sz w:val="16"/>
              </w:rPr>
            </w:pPr>
            <w:r>
              <w:rPr>
                <w:rFonts w:hint="eastAsia"/>
                <w:sz w:val="16"/>
              </w:rPr>
              <w:t>管理部長</w:t>
            </w:r>
          </w:p>
        </w:tc>
        <w:tc>
          <w:tcPr>
            <w:tcW w:w="1378" w:type="dxa"/>
            <w:shd w:val="clear" w:color="auto" w:fill="FFFFFF"/>
            <w:vAlign w:val="center"/>
          </w:tcPr>
          <w:p w14:paraId="405A76CE" w14:textId="77777777" w:rsidR="006A27DD" w:rsidRPr="00810DDD" w:rsidRDefault="006A27DD" w:rsidP="006A27DD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</w:tr>
    </w:tbl>
    <w:p w14:paraId="537A05A1" w14:textId="77777777" w:rsidR="00A375E4" w:rsidRDefault="00A375E4" w:rsidP="008A272F">
      <w:pPr>
        <w:spacing w:line="20" w:lineRule="exact"/>
      </w:pPr>
    </w:p>
    <w:sectPr w:rsidR="00A375E4">
      <w:headerReference w:type="default" r:id="rId7"/>
      <w:footerReference w:type="default" r:id="rId8"/>
      <w:pgSz w:w="11906" w:h="16838" w:code="9"/>
      <w:pgMar w:top="1134" w:right="851" w:bottom="1134" w:left="1418" w:header="567" w:footer="567" w:gutter="0"/>
      <w:cols w:space="425"/>
      <w:docGrid w:type="line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4B6B2" w14:textId="77777777" w:rsidR="000D11AF" w:rsidRDefault="000D11AF">
      <w:r>
        <w:separator/>
      </w:r>
    </w:p>
  </w:endnote>
  <w:endnote w:type="continuationSeparator" w:id="0">
    <w:p w14:paraId="20372852" w14:textId="77777777" w:rsidR="000D11AF" w:rsidRDefault="000D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thinThickSmallGap" w:sz="12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978"/>
    </w:tblGrid>
    <w:tr w:rsidR="00A375E4" w14:paraId="68A0EEFB" w14:textId="77777777">
      <w:trPr>
        <w:cantSplit/>
        <w:trHeight w:hRule="exact" w:val="300"/>
        <w:jc w:val="center"/>
      </w:trPr>
      <w:tc>
        <w:tcPr>
          <w:tcW w:w="9978" w:type="dxa"/>
          <w:vAlign w:val="center"/>
        </w:tcPr>
        <w:p w14:paraId="336FF1ED" w14:textId="77777777" w:rsidR="00A375E4" w:rsidRDefault="00A375E4">
          <w:pPr>
            <w:pStyle w:val="a4"/>
            <w:jc w:val="right"/>
            <w:rPr>
              <w:sz w:val="14"/>
            </w:rPr>
          </w:pPr>
          <w:r>
            <w:rPr>
              <w:rFonts w:hint="eastAsia"/>
              <w:sz w:val="16"/>
            </w:rPr>
            <w:t>１</w:t>
          </w:r>
          <w:r>
            <w:rPr>
              <w:sz w:val="16"/>
            </w:rPr>
            <w:t xml:space="preserve"> </w:t>
          </w:r>
          <w:r>
            <w:rPr>
              <w:rFonts w:hint="eastAsia"/>
              <w:sz w:val="16"/>
            </w:rPr>
            <w:t>下請負業者</w:t>
          </w:r>
          <w:r>
            <w:rPr>
              <w:sz w:val="16"/>
            </w:rPr>
            <w:t xml:space="preserve"> </w:t>
          </w:r>
          <w:r>
            <w:rPr>
              <w:rFonts w:hint="eastAsia"/>
              <w:sz w:val="16"/>
            </w:rPr>
            <w:t>→２</w:t>
          </w:r>
          <w:r>
            <w:rPr>
              <w:sz w:val="16"/>
            </w:rPr>
            <w:t xml:space="preserve"> </w:t>
          </w:r>
          <w:r>
            <w:rPr>
              <w:rFonts w:hint="eastAsia"/>
              <w:sz w:val="16"/>
            </w:rPr>
            <w:t>上記確認者に回覧</w:t>
          </w:r>
          <w:r>
            <w:rPr>
              <w:sz w:val="16"/>
            </w:rPr>
            <w:t xml:space="preserve"> </w:t>
          </w:r>
          <w:r>
            <w:rPr>
              <w:rFonts w:hint="eastAsia"/>
              <w:sz w:val="16"/>
            </w:rPr>
            <w:t>→③</w:t>
          </w:r>
          <w:r>
            <w:rPr>
              <w:sz w:val="16"/>
            </w:rPr>
            <w:t xml:space="preserve"> </w:t>
          </w:r>
          <w:r w:rsidR="00DB5ECC">
            <w:rPr>
              <w:rFonts w:hint="eastAsia"/>
              <w:sz w:val="16"/>
            </w:rPr>
            <w:t>工事管理部</w:t>
          </w:r>
        </w:p>
      </w:tc>
    </w:tr>
  </w:tbl>
  <w:p w14:paraId="00FD03E1" w14:textId="77777777" w:rsidR="00A375E4" w:rsidRDefault="00A375E4">
    <w:pPr>
      <w:pStyle w:val="a4"/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2FE83" w14:textId="77777777" w:rsidR="000D11AF" w:rsidRDefault="000D11AF">
      <w:r>
        <w:separator/>
      </w:r>
    </w:p>
  </w:footnote>
  <w:footnote w:type="continuationSeparator" w:id="0">
    <w:p w14:paraId="39026559" w14:textId="77777777" w:rsidR="000D11AF" w:rsidRDefault="000D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double" w:sz="4" w:space="0" w:color="auto"/>
        <w:bottom w:val="double" w:sz="4" w:space="0" w:color="auto"/>
        <w:right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840"/>
      <w:gridCol w:w="1320"/>
      <w:gridCol w:w="5760"/>
      <w:gridCol w:w="1080"/>
      <w:gridCol w:w="1117"/>
    </w:tblGrid>
    <w:tr w:rsidR="00A375E4" w14:paraId="43EE72B3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48059E73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様式番号：</w:t>
          </w:r>
        </w:p>
      </w:tc>
      <w:tc>
        <w:tcPr>
          <w:tcW w:w="132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1A9C7E2B" w14:textId="77777777" w:rsidR="00A375E4" w:rsidRDefault="00A375E4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購買－０４</w:t>
          </w:r>
        </w:p>
      </w:tc>
      <w:tc>
        <w:tcPr>
          <w:tcW w:w="5760" w:type="dxa"/>
          <w:vMerge w:val="restart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00A0E9AD" w14:textId="77777777" w:rsidR="00A375E4" w:rsidRDefault="00A375E4">
          <w:pPr>
            <w:pStyle w:val="a3"/>
            <w:ind w:left="-57" w:right="-57"/>
            <w:jc w:val="center"/>
            <w:rPr>
              <w:sz w:val="36"/>
            </w:rPr>
          </w:pPr>
          <w:r>
            <w:rPr>
              <w:rFonts w:hint="eastAsia"/>
              <w:sz w:val="36"/>
            </w:rPr>
            <w:t>機械業者参加願</w:t>
          </w:r>
        </w:p>
      </w:tc>
      <w:tc>
        <w:tcPr>
          <w:tcW w:w="1080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38315236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保管期間：</w:t>
          </w:r>
        </w:p>
      </w:tc>
      <w:tc>
        <w:tcPr>
          <w:tcW w:w="1117" w:type="dxa"/>
          <w:tcBorders>
            <w:top w:val="thinThickSmallGap" w:sz="12" w:space="0" w:color="auto"/>
            <w:bottom w:val="nil"/>
            <w:right w:val="nil"/>
          </w:tcBorders>
          <w:vAlign w:val="center"/>
        </w:tcPr>
        <w:p w14:paraId="572BBC95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更新迄</w:t>
          </w:r>
        </w:p>
      </w:tc>
    </w:tr>
    <w:tr w:rsidR="00A375E4" w14:paraId="6C31A27B" w14:textId="77777777">
      <w:trPr>
        <w:cantSplit/>
        <w:trHeight w:hRule="exact" w:val="300"/>
        <w:jc w:val="center"/>
      </w:trPr>
      <w:tc>
        <w:tcPr>
          <w:tcW w:w="84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2DB31D50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改訂番号：</w:t>
          </w:r>
        </w:p>
      </w:tc>
      <w:tc>
        <w:tcPr>
          <w:tcW w:w="132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4B784933" w14:textId="23F7A949" w:rsidR="00A375E4" w:rsidRDefault="00C95858" w:rsidP="00D47948">
          <w:pPr>
            <w:pStyle w:val="a3"/>
            <w:spacing w:line="240" w:lineRule="exact"/>
            <w:ind w:left="-57" w:right="-57"/>
            <w:rPr>
              <w:sz w:val="16"/>
            </w:rPr>
          </w:pPr>
          <w:r>
            <w:rPr>
              <w:rFonts w:hint="eastAsia"/>
              <w:sz w:val="16"/>
            </w:rPr>
            <w:t>２０</w:t>
          </w:r>
          <w:r w:rsidR="00A95D6E">
            <w:rPr>
              <w:rFonts w:hint="eastAsia"/>
              <w:sz w:val="16"/>
            </w:rPr>
            <w:t>２</w:t>
          </w:r>
          <w:r w:rsidR="00FD3BC2">
            <w:rPr>
              <w:rFonts w:hint="eastAsia"/>
              <w:sz w:val="16"/>
            </w:rPr>
            <w:t>４</w:t>
          </w:r>
          <w:r w:rsidR="004B049F">
            <w:rPr>
              <w:rFonts w:hint="eastAsia"/>
              <w:sz w:val="16"/>
            </w:rPr>
            <w:t>－</w:t>
          </w:r>
          <w:r w:rsidR="00A95D6E">
            <w:rPr>
              <w:rFonts w:hint="eastAsia"/>
              <w:sz w:val="16"/>
            </w:rPr>
            <w:t>０</w:t>
          </w:r>
          <w:r w:rsidR="00FD3BC2">
            <w:rPr>
              <w:rFonts w:hint="eastAsia"/>
              <w:sz w:val="16"/>
            </w:rPr>
            <w:t>７</w:t>
          </w:r>
        </w:p>
      </w:tc>
      <w:tc>
        <w:tcPr>
          <w:tcW w:w="5760" w:type="dxa"/>
          <w:vMerge/>
          <w:tcBorders>
            <w:top w:val="nil"/>
            <w:bottom w:val="thickThinSmallGap" w:sz="12" w:space="0" w:color="auto"/>
          </w:tcBorders>
          <w:vAlign w:val="center"/>
        </w:tcPr>
        <w:p w14:paraId="609CF9C6" w14:textId="77777777" w:rsidR="00A375E4" w:rsidRDefault="00A375E4">
          <w:pPr>
            <w:pStyle w:val="a3"/>
            <w:spacing w:line="300" w:lineRule="exact"/>
            <w:ind w:left="-57" w:right="-57"/>
            <w:jc w:val="center"/>
            <w:rPr>
              <w:sz w:val="16"/>
            </w:rPr>
          </w:pPr>
        </w:p>
      </w:tc>
      <w:tc>
        <w:tcPr>
          <w:tcW w:w="1080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01270F61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保存期間：</w:t>
          </w:r>
        </w:p>
      </w:tc>
      <w:tc>
        <w:tcPr>
          <w:tcW w:w="1117" w:type="dxa"/>
          <w:tcBorders>
            <w:top w:val="nil"/>
            <w:bottom w:val="thickThinSmallGap" w:sz="12" w:space="0" w:color="auto"/>
            <w:right w:val="nil"/>
          </w:tcBorders>
          <w:vAlign w:val="center"/>
        </w:tcPr>
        <w:p w14:paraId="5285A5AC" w14:textId="77777777" w:rsidR="00A375E4" w:rsidRDefault="00A375E4">
          <w:pPr>
            <w:pStyle w:val="a3"/>
            <w:spacing w:line="240" w:lineRule="exact"/>
            <w:ind w:left="-57" w:right="-57"/>
            <w:jc w:val="center"/>
            <w:rPr>
              <w:sz w:val="16"/>
            </w:rPr>
          </w:pPr>
          <w:r>
            <w:rPr>
              <w:rFonts w:hint="eastAsia"/>
              <w:sz w:val="16"/>
            </w:rPr>
            <w:t>―――</w:t>
          </w:r>
        </w:p>
      </w:tc>
    </w:tr>
  </w:tbl>
  <w:p w14:paraId="47333CAC" w14:textId="77777777" w:rsidR="00A375E4" w:rsidRDefault="00A375E4">
    <w:pPr>
      <w:pStyle w:val="a3"/>
      <w:tabs>
        <w:tab w:val="clear" w:pos="4252"/>
        <w:tab w:val="clear" w:pos="8504"/>
      </w:tabs>
      <w:snapToGrid/>
      <w:spacing w:line="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D11E96"/>
    <w:multiLevelType w:val="singleLevel"/>
    <w:tmpl w:val="0A9C58B6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num w:numId="1" w16cid:durableId="900364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5"/>
  <w:drawingGridVerticalSpacing w:val="331"/>
  <w:characterSpacingControl w:val="doNotCompress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436"/>
    <w:rsid w:val="000A328F"/>
    <w:rsid w:val="000D11AF"/>
    <w:rsid w:val="0011105D"/>
    <w:rsid w:val="00135959"/>
    <w:rsid w:val="00167006"/>
    <w:rsid w:val="00177E1E"/>
    <w:rsid w:val="001D742C"/>
    <w:rsid w:val="002A6CB4"/>
    <w:rsid w:val="003F1397"/>
    <w:rsid w:val="00470D9D"/>
    <w:rsid w:val="004B049F"/>
    <w:rsid w:val="00601C2E"/>
    <w:rsid w:val="00602175"/>
    <w:rsid w:val="006337A7"/>
    <w:rsid w:val="006A27DD"/>
    <w:rsid w:val="00794D50"/>
    <w:rsid w:val="00810DDD"/>
    <w:rsid w:val="008613F6"/>
    <w:rsid w:val="008A272F"/>
    <w:rsid w:val="00927436"/>
    <w:rsid w:val="009E05A7"/>
    <w:rsid w:val="00A14E2D"/>
    <w:rsid w:val="00A375E4"/>
    <w:rsid w:val="00A95D6E"/>
    <w:rsid w:val="00C95858"/>
    <w:rsid w:val="00CA37AB"/>
    <w:rsid w:val="00CF0E8C"/>
    <w:rsid w:val="00D47948"/>
    <w:rsid w:val="00D721A6"/>
    <w:rsid w:val="00DB5ECC"/>
    <w:rsid w:val="00FC48AD"/>
    <w:rsid w:val="00FD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424D2503"/>
  <w15:chartTrackingRefBased/>
  <w15:docId w15:val="{026A572E-D592-4A90-B4F6-0329CD37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pPr>
      <w:spacing w:before="120" w:after="240"/>
    </w:pPr>
    <w:rPr>
      <w:b/>
      <w:u w:val="single"/>
    </w:rPr>
  </w:style>
  <w:style w:type="paragraph" w:styleId="10">
    <w:name w:val="toc 1"/>
    <w:basedOn w:val="a"/>
    <w:next w:val="a"/>
    <w:autoRedefine/>
    <w:semiHidden/>
    <w:pPr>
      <w:spacing w:before="360"/>
      <w:jc w:val="left"/>
    </w:pPr>
    <w:rPr>
      <w:rFonts w:hAnsi="Arial"/>
      <w:caps/>
    </w:rPr>
  </w:style>
  <w:style w:type="paragraph" w:styleId="a7">
    <w:name w:val="table of figures"/>
    <w:basedOn w:val="a"/>
    <w:next w:val="a"/>
    <w:semiHidden/>
    <w:pPr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ISO&#26360;&#24335;\&#24115;&#31080;&#26360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帳票書式１.dot</Template>
  <TotalTime>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作成年月日</vt:lpstr>
      <vt:lpstr>作成年月日</vt:lpstr>
    </vt:vector>
  </TitlesOfParts>
  <Company>ＦＭユーザ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作成年月日</dc:title>
  <dc:subject/>
  <dc:creator>ＦＭＶユーザ</dc:creator>
  <cp:keywords/>
  <cp:lastModifiedBy>小野寺 英</cp:lastModifiedBy>
  <cp:revision>4</cp:revision>
  <cp:lastPrinted>2011-04-08T00:48:00Z</cp:lastPrinted>
  <dcterms:created xsi:type="dcterms:W3CDTF">2022-09-23T05:41:00Z</dcterms:created>
  <dcterms:modified xsi:type="dcterms:W3CDTF">2024-07-31T01:43:00Z</dcterms:modified>
</cp:coreProperties>
</file>